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651" w:rsidRDefault="00643651" w:rsidP="00643651">
      <w:pPr>
        <w:spacing w:after="0"/>
        <w:rPr>
          <w:sz w:val="24"/>
          <w:szCs w:val="24"/>
        </w:rPr>
      </w:pPr>
    </w:p>
    <w:p w:rsidR="008B639E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 ___________________________________________________ Class _____________</w:t>
      </w:r>
    </w:p>
    <w:p w:rsidR="007E0D45" w:rsidRDefault="007E0D45" w:rsidP="00643651">
      <w:pPr>
        <w:spacing w:after="0"/>
        <w:jc w:val="center"/>
        <w:rPr>
          <w:sz w:val="24"/>
          <w:szCs w:val="24"/>
        </w:rPr>
      </w:pPr>
      <w:r w:rsidRPr="007E0D45">
        <w:rPr>
          <w:rFonts w:ascii="Parchment" w:hAnsi="Parchment"/>
          <w:sz w:val="72"/>
          <w:szCs w:val="72"/>
        </w:rPr>
        <w:t>The Constitution of the United States of America</w:t>
      </w: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Amendment Scavenger Hunt</w:t>
      </w: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Find the following by searching the Amendments to the Constitution.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1. The Bill of Rights was added to the Constitution in what year?</w:t>
      </w:r>
    </w:p>
    <w:p w:rsidR="007E0D45" w:rsidRDefault="007E0D45" w:rsidP="00643651">
      <w:pPr>
        <w:spacing w:after="0"/>
        <w:rPr>
          <w:sz w:val="24"/>
          <w:szCs w:val="24"/>
        </w:rPr>
      </w:pP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2. This amendment allowed women the right to vote.</w:t>
      </w:r>
    </w:p>
    <w:p w:rsidR="007E0D45" w:rsidRDefault="007E0D45" w:rsidP="00643651">
      <w:pPr>
        <w:spacing w:after="0"/>
        <w:rPr>
          <w:sz w:val="24"/>
          <w:szCs w:val="24"/>
        </w:rPr>
      </w:pP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3. This is the only amendment to be repealed.</w:t>
      </w:r>
    </w:p>
    <w:p w:rsidR="00D906C3" w:rsidRDefault="00D906C3" w:rsidP="00643651">
      <w:pPr>
        <w:spacing w:after="0"/>
        <w:rPr>
          <w:sz w:val="24"/>
          <w:szCs w:val="24"/>
        </w:rPr>
      </w:pPr>
    </w:p>
    <w:p w:rsidR="00D906C3" w:rsidRDefault="00D906C3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Which amendment repealed another one?</w:t>
      </w:r>
    </w:p>
    <w:p w:rsidR="007E0D45" w:rsidRDefault="007E0D45" w:rsidP="00643651">
      <w:pPr>
        <w:spacing w:after="0"/>
        <w:rPr>
          <w:sz w:val="24"/>
          <w:szCs w:val="24"/>
        </w:rPr>
      </w:pPr>
    </w:p>
    <w:p w:rsidR="007E0D45" w:rsidRDefault="00D906C3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7E0D45">
        <w:rPr>
          <w:sz w:val="24"/>
          <w:szCs w:val="24"/>
        </w:rPr>
        <w:t>. This amendment took 203 years to be ratified.</w:t>
      </w:r>
    </w:p>
    <w:p w:rsidR="007E0D45" w:rsidRDefault="007E0D45" w:rsidP="00643651">
      <w:pPr>
        <w:spacing w:after="0"/>
        <w:rPr>
          <w:sz w:val="24"/>
          <w:szCs w:val="24"/>
        </w:rPr>
      </w:pPr>
    </w:p>
    <w:p w:rsidR="007E0D45" w:rsidRDefault="007E0D45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643651">
        <w:rPr>
          <w:sz w:val="24"/>
          <w:szCs w:val="24"/>
        </w:rPr>
        <w:t>This amendment forbids cruel and unusual punishment.</w:t>
      </w:r>
    </w:p>
    <w:p w:rsidR="007E0D45" w:rsidRDefault="007E0D45" w:rsidP="00643651">
      <w:pPr>
        <w:spacing w:after="0"/>
        <w:rPr>
          <w:sz w:val="24"/>
          <w:szCs w:val="24"/>
        </w:rPr>
      </w:pPr>
    </w:p>
    <w:p w:rsidR="00643651" w:rsidRDefault="00643651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7. This amendment lowered the voting age to 18.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643651" w:rsidRDefault="00643651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8. This amendment gave residents of the District of Columbia the right to vote in Presidential elections is what year?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643651" w:rsidRDefault="00643651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9. This amendment give me the right to remain silent.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643651" w:rsidRDefault="00643651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10. This amendment allows the government to tax your income.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643651" w:rsidRDefault="00643651" w:rsidP="00643651">
      <w:pPr>
        <w:spacing w:after="0"/>
        <w:rPr>
          <w:sz w:val="24"/>
          <w:szCs w:val="24"/>
        </w:rPr>
      </w:pPr>
      <w:r>
        <w:rPr>
          <w:sz w:val="24"/>
          <w:szCs w:val="24"/>
        </w:rPr>
        <w:t>11. This amendment allowed former slaves to vote.</w:t>
      </w:r>
    </w:p>
    <w:p w:rsidR="00643651" w:rsidRDefault="00643651" w:rsidP="00643651">
      <w:pPr>
        <w:spacing w:after="0"/>
        <w:rPr>
          <w:sz w:val="24"/>
          <w:szCs w:val="24"/>
        </w:rPr>
      </w:pPr>
    </w:p>
    <w:p w:rsidR="00D906C3" w:rsidRDefault="00643651" w:rsidP="00D906C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D906C3">
        <w:rPr>
          <w:sz w:val="24"/>
          <w:szCs w:val="24"/>
        </w:rPr>
        <w:t xml:space="preserve">This amendment </w:t>
      </w:r>
      <w:r w:rsidR="00D906C3">
        <w:rPr>
          <w:sz w:val="24"/>
          <w:szCs w:val="24"/>
        </w:rPr>
        <w:t>limited the number of terms a President can serve.</w:t>
      </w:r>
    </w:p>
    <w:p w:rsidR="00D906C3" w:rsidRDefault="00D906C3" w:rsidP="00D906C3">
      <w:pPr>
        <w:spacing w:after="0"/>
        <w:rPr>
          <w:sz w:val="24"/>
          <w:szCs w:val="24"/>
        </w:rPr>
      </w:pPr>
    </w:p>
    <w:p w:rsidR="00D906C3" w:rsidRDefault="00D906C3" w:rsidP="00D906C3">
      <w:pPr>
        <w:spacing w:after="0"/>
        <w:rPr>
          <w:sz w:val="24"/>
          <w:szCs w:val="24"/>
        </w:rPr>
      </w:pPr>
      <w:r>
        <w:rPr>
          <w:sz w:val="24"/>
          <w:szCs w:val="24"/>
        </w:rPr>
        <w:t>13. This amendment made it illegal to charge a tax for the right of voting.</w:t>
      </w:r>
    </w:p>
    <w:p w:rsidR="00D906C3" w:rsidRDefault="00D906C3" w:rsidP="00D906C3">
      <w:pPr>
        <w:spacing w:after="0"/>
        <w:rPr>
          <w:sz w:val="24"/>
          <w:szCs w:val="24"/>
        </w:rPr>
      </w:pPr>
    </w:p>
    <w:p w:rsidR="00D906C3" w:rsidRDefault="00D906C3" w:rsidP="00D906C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>This amendment made slavery illegal in the United States.</w:t>
      </w:r>
    </w:p>
    <w:p w:rsidR="00D906C3" w:rsidRDefault="00D906C3" w:rsidP="00D906C3">
      <w:pPr>
        <w:spacing w:after="0"/>
        <w:rPr>
          <w:sz w:val="24"/>
          <w:szCs w:val="24"/>
        </w:rPr>
      </w:pPr>
    </w:p>
    <w:p w:rsidR="00D906C3" w:rsidRDefault="00D906C3" w:rsidP="00D906C3">
      <w:pPr>
        <w:spacing w:after="0"/>
        <w:rPr>
          <w:sz w:val="24"/>
          <w:szCs w:val="24"/>
        </w:rPr>
      </w:pPr>
      <w:r>
        <w:rPr>
          <w:sz w:val="24"/>
          <w:szCs w:val="24"/>
        </w:rPr>
        <w:t>15. This amendment requires the government to get a warrant, or written court order to search a person’s house.</w:t>
      </w:r>
      <w:bookmarkStart w:id="0" w:name="_GoBack"/>
      <w:bookmarkEnd w:id="0"/>
    </w:p>
    <w:p w:rsidR="00643651" w:rsidRPr="007E0D45" w:rsidRDefault="00643651" w:rsidP="00643651">
      <w:pPr>
        <w:spacing w:after="0"/>
        <w:rPr>
          <w:sz w:val="24"/>
          <w:szCs w:val="24"/>
        </w:rPr>
      </w:pPr>
    </w:p>
    <w:sectPr w:rsidR="00643651" w:rsidRPr="007E0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45"/>
    <w:rsid w:val="00643651"/>
    <w:rsid w:val="007E0D45"/>
    <w:rsid w:val="008B639E"/>
    <w:rsid w:val="00D9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BB4A8-C49B-4B49-8BAF-0B60E55F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F4E5549-4031-4348-9A43-16611D122D5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Kidder</dc:creator>
  <cp:keywords/>
  <dc:description/>
  <cp:lastModifiedBy>Warren Kidder</cp:lastModifiedBy>
  <cp:revision>1</cp:revision>
  <dcterms:created xsi:type="dcterms:W3CDTF">2013-10-16T14:07:00Z</dcterms:created>
  <dcterms:modified xsi:type="dcterms:W3CDTF">2013-10-16T14:32:00Z</dcterms:modified>
</cp:coreProperties>
</file>